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CC899" w14:textId="77777777" w:rsidR="00950747" w:rsidRPr="00184CE7" w:rsidRDefault="00997F14" w:rsidP="00950747">
      <w:pPr>
        <w:pStyle w:val="Tytu"/>
        <w:jc w:val="right"/>
        <w:rPr>
          <w:b w:val="0"/>
          <w:bCs w:val="0"/>
          <w:sz w:val="20"/>
          <w:szCs w:val="20"/>
        </w:rPr>
      </w:pPr>
      <w:r>
        <w:t xml:space="preserve">   </w:t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D8678B" w:rsidRPr="00184CE7">
        <w:rPr>
          <w:b w:val="0"/>
          <w:bCs w:val="0"/>
          <w:sz w:val="20"/>
          <w:szCs w:val="20"/>
        </w:rPr>
        <w:t xml:space="preserve">Załącznik nr </w:t>
      </w:r>
      <w:r w:rsidR="006F31E2" w:rsidRPr="00184CE7">
        <w:rPr>
          <w:b w:val="0"/>
          <w:bCs w:val="0"/>
          <w:sz w:val="20"/>
          <w:szCs w:val="20"/>
        </w:rPr>
        <w:t>1.5</w:t>
      </w:r>
      <w:r w:rsidR="00D8678B" w:rsidRPr="00184CE7">
        <w:rPr>
          <w:b w:val="0"/>
          <w:bCs w:val="0"/>
          <w:sz w:val="20"/>
          <w:szCs w:val="20"/>
        </w:rPr>
        <w:t xml:space="preserve"> do Zarządzenia</w:t>
      </w:r>
      <w:r w:rsidR="002A22BF" w:rsidRPr="00184CE7">
        <w:rPr>
          <w:b w:val="0"/>
          <w:bCs w:val="0"/>
          <w:sz w:val="20"/>
          <w:szCs w:val="20"/>
        </w:rPr>
        <w:t xml:space="preserve"> Rektora UR </w:t>
      </w:r>
    </w:p>
    <w:p w14:paraId="316042F2" w14:textId="6418ECAE" w:rsidR="006E5D65" w:rsidRPr="00950747" w:rsidRDefault="00CD6897" w:rsidP="00950747">
      <w:pPr>
        <w:pStyle w:val="Tytu"/>
        <w:jc w:val="right"/>
        <w:rPr>
          <w:b w:val="0"/>
          <w:bCs w:val="0"/>
        </w:rPr>
      </w:pPr>
      <w:r w:rsidRPr="00184CE7">
        <w:rPr>
          <w:b w:val="0"/>
          <w:bCs w:val="0"/>
          <w:sz w:val="20"/>
          <w:szCs w:val="20"/>
        </w:rPr>
        <w:t xml:space="preserve"> nr </w:t>
      </w:r>
      <w:r w:rsidR="00F17567" w:rsidRPr="00184CE7">
        <w:rPr>
          <w:b w:val="0"/>
          <w:bCs w:val="0"/>
          <w:sz w:val="20"/>
          <w:szCs w:val="20"/>
        </w:rPr>
        <w:t>12/2019</w:t>
      </w:r>
    </w:p>
    <w:p w14:paraId="54F500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30603A" w14:textId="0783771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87C88">
        <w:rPr>
          <w:rFonts w:ascii="Corbel" w:hAnsi="Corbel"/>
          <w:i/>
          <w:smallCaps/>
          <w:sz w:val="24"/>
          <w:szCs w:val="24"/>
        </w:rPr>
        <w:t xml:space="preserve"> </w:t>
      </w:r>
      <w:r w:rsidR="00231962">
        <w:rPr>
          <w:rFonts w:ascii="Corbel" w:hAnsi="Corbel"/>
          <w:i/>
          <w:smallCaps/>
          <w:sz w:val="24"/>
          <w:szCs w:val="24"/>
        </w:rPr>
        <w:t>2021-2026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8E887C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BACEC87" w14:textId="36385A9A"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65494D">
        <w:rPr>
          <w:rFonts w:ascii="Corbel" w:hAnsi="Corbel"/>
          <w:sz w:val="20"/>
          <w:szCs w:val="20"/>
        </w:rPr>
        <w:t>202</w:t>
      </w:r>
      <w:r w:rsidR="0023196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</w:t>
      </w:r>
      <w:r w:rsidR="00231962">
        <w:rPr>
          <w:rFonts w:ascii="Corbel" w:hAnsi="Corbel"/>
          <w:sz w:val="20"/>
          <w:szCs w:val="20"/>
        </w:rPr>
        <w:t>20</w:t>
      </w:r>
      <w:bookmarkStart w:id="0" w:name="_GoBack"/>
      <w:bookmarkEnd w:id="0"/>
      <w:r w:rsidR="0065494D">
        <w:rPr>
          <w:rFonts w:ascii="Corbel" w:hAnsi="Corbel"/>
          <w:sz w:val="20"/>
          <w:szCs w:val="20"/>
        </w:rPr>
        <w:t>2</w:t>
      </w:r>
      <w:r w:rsidR="00231962">
        <w:rPr>
          <w:rFonts w:ascii="Corbel" w:hAnsi="Corbel"/>
          <w:sz w:val="20"/>
          <w:szCs w:val="20"/>
        </w:rPr>
        <w:t>6</w:t>
      </w:r>
    </w:p>
    <w:p w14:paraId="23FAC2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0CF8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4C477" w14:textId="77777777" w:rsidTr="00B819C8">
        <w:tc>
          <w:tcPr>
            <w:tcW w:w="2694" w:type="dxa"/>
            <w:vAlign w:val="center"/>
          </w:tcPr>
          <w:p w14:paraId="1A9B3A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32A9B1" w14:textId="77777777"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0A5476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 xml:space="preserve"> programów pracy w przedszkolu</w:t>
            </w:r>
          </w:p>
        </w:tc>
      </w:tr>
      <w:tr w:rsidR="0085747A" w:rsidRPr="009C54AE" w14:paraId="6C66637A" w14:textId="77777777" w:rsidTr="00B819C8">
        <w:tc>
          <w:tcPr>
            <w:tcW w:w="2694" w:type="dxa"/>
            <w:vAlign w:val="center"/>
          </w:tcPr>
          <w:p w14:paraId="4611E8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2131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16871D" w14:textId="77777777" w:rsidTr="00B819C8">
        <w:tc>
          <w:tcPr>
            <w:tcW w:w="2694" w:type="dxa"/>
            <w:vAlign w:val="center"/>
          </w:tcPr>
          <w:p w14:paraId="2F032AC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8C8D54" w14:textId="77777777" w:rsidR="0085747A" w:rsidRPr="009C54AE" w:rsidRDefault="0086697F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FB375B7" w14:textId="77777777" w:rsidTr="00B819C8">
        <w:tc>
          <w:tcPr>
            <w:tcW w:w="2694" w:type="dxa"/>
            <w:vAlign w:val="center"/>
          </w:tcPr>
          <w:p w14:paraId="394A34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D9AC4A" w14:textId="77777777" w:rsidR="0085747A" w:rsidRPr="009C54AE" w:rsidRDefault="0086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25E570" w14:textId="77777777" w:rsidTr="00B819C8">
        <w:tc>
          <w:tcPr>
            <w:tcW w:w="2694" w:type="dxa"/>
            <w:vAlign w:val="center"/>
          </w:tcPr>
          <w:p w14:paraId="12B7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0501E1" w14:textId="77777777"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EEC4BC0" w14:textId="77777777" w:rsidTr="00B819C8">
        <w:tc>
          <w:tcPr>
            <w:tcW w:w="2694" w:type="dxa"/>
            <w:vAlign w:val="center"/>
          </w:tcPr>
          <w:p w14:paraId="2CDFC53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9DAC6B" w14:textId="77777777"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5062E1BA" w14:textId="77777777" w:rsidTr="00B819C8">
        <w:tc>
          <w:tcPr>
            <w:tcW w:w="2694" w:type="dxa"/>
            <w:vAlign w:val="center"/>
          </w:tcPr>
          <w:p w14:paraId="4A22FE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8AA183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891876" w14:textId="77777777" w:rsidTr="00B819C8">
        <w:tc>
          <w:tcPr>
            <w:tcW w:w="2694" w:type="dxa"/>
            <w:vAlign w:val="center"/>
          </w:tcPr>
          <w:p w14:paraId="7C7A6C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AD7C5E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FCC467B" w14:textId="77777777" w:rsidTr="00B819C8">
        <w:tc>
          <w:tcPr>
            <w:tcW w:w="2694" w:type="dxa"/>
            <w:vAlign w:val="center"/>
          </w:tcPr>
          <w:p w14:paraId="4F7C3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B73DD7" w14:textId="77777777"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14:paraId="6ADEFB50" w14:textId="77777777" w:rsidTr="00B819C8">
        <w:tc>
          <w:tcPr>
            <w:tcW w:w="2694" w:type="dxa"/>
            <w:vAlign w:val="center"/>
          </w:tcPr>
          <w:p w14:paraId="0AB8D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011FD" w14:textId="77777777"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57E8FBCF" w14:textId="77777777" w:rsidTr="00B819C8">
        <w:tc>
          <w:tcPr>
            <w:tcW w:w="2694" w:type="dxa"/>
            <w:vAlign w:val="center"/>
          </w:tcPr>
          <w:p w14:paraId="075C15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A5A648" w14:textId="77777777"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0900BEE" w14:textId="77777777" w:rsidTr="00B819C8">
        <w:tc>
          <w:tcPr>
            <w:tcW w:w="2694" w:type="dxa"/>
            <w:vAlign w:val="center"/>
          </w:tcPr>
          <w:p w14:paraId="201124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B2C082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14:paraId="0017BFB3" w14:textId="77777777" w:rsidTr="00B819C8">
        <w:tc>
          <w:tcPr>
            <w:tcW w:w="2694" w:type="dxa"/>
            <w:vAlign w:val="center"/>
          </w:tcPr>
          <w:p w14:paraId="31264E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A32D90" w14:textId="77777777" w:rsidR="0085747A" w:rsidRPr="009C54AE" w:rsidRDefault="009154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2A21F1B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428D5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3678D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C609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9FA5D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8ED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521F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6C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4E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2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47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C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B8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8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06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5B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0F495E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28B" w14:textId="77777777"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2496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4C29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87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1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E1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5C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B2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0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FC4B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CCC7F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6B6E" w14:textId="77777777"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0A65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7757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3CB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18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9A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DFA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39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4A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22AF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516D7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E058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9FAA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5A8D37" w14:textId="77777777"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E83A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8C07F" w14:textId="77777777"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E5508">
        <w:rPr>
          <w:rFonts w:ascii="Corbel" w:hAnsi="Corbel"/>
          <w:b w:val="0"/>
          <w:smallCaps w:val="0"/>
          <w:szCs w:val="24"/>
        </w:rPr>
        <w:t>(egzamin, zaliczenie z oceną)</w:t>
      </w:r>
    </w:p>
    <w:p w14:paraId="179DC8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1B835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C18731" w14:textId="77777777" w:rsidTr="00745302">
        <w:tc>
          <w:tcPr>
            <w:tcW w:w="9670" w:type="dxa"/>
          </w:tcPr>
          <w:p w14:paraId="098AF40F" w14:textId="77777777"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14:paraId="456C2E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5128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9B8BA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4935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08D800" w14:textId="77777777" w:rsidTr="00E856D9">
        <w:tc>
          <w:tcPr>
            <w:tcW w:w="851" w:type="dxa"/>
          </w:tcPr>
          <w:p w14:paraId="639DD80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3976B4F4" w14:textId="77777777"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14:paraId="4FE625C1" w14:textId="77777777" w:rsidTr="00E856D9">
        <w:tc>
          <w:tcPr>
            <w:tcW w:w="851" w:type="dxa"/>
          </w:tcPr>
          <w:p w14:paraId="605325EE" w14:textId="77777777"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0E3028F" w14:textId="77777777"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14:paraId="25EBDFC4" w14:textId="77777777" w:rsidTr="00E856D9">
        <w:tc>
          <w:tcPr>
            <w:tcW w:w="851" w:type="dxa"/>
          </w:tcPr>
          <w:p w14:paraId="4B43360E" w14:textId="77777777"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C7D81DD" w14:textId="77777777"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64F42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491F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444B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9C54AE" w14:paraId="0AD43445" w14:textId="77777777" w:rsidTr="007C6A1F">
        <w:tc>
          <w:tcPr>
            <w:tcW w:w="1701" w:type="dxa"/>
          </w:tcPr>
          <w:p w14:paraId="5D20F46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544DB7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14:paraId="448DB1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EA280B" w14:textId="77777777" w:rsidTr="007C6A1F">
        <w:tc>
          <w:tcPr>
            <w:tcW w:w="1701" w:type="dxa"/>
          </w:tcPr>
          <w:p w14:paraId="09E5F1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78B69B" w14:textId="77777777"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wyznacznik konstruowania programu nauczania.</w:t>
            </w:r>
          </w:p>
        </w:tc>
        <w:tc>
          <w:tcPr>
            <w:tcW w:w="1950" w:type="dxa"/>
          </w:tcPr>
          <w:p w14:paraId="13024050" w14:textId="77777777"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69F508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7221F4E8" w14:textId="77777777" w:rsidTr="007C6A1F">
        <w:tc>
          <w:tcPr>
            <w:tcW w:w="1701" w:type="dxa"/>
          </w:tcPr>
          <w:p w14:paraId="790F1C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CB8A89" w14:textId="77777777"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różnorodne uwarunkowania dotyczące istoty konstruowania programu i ewaluacji w przedszkolu. </w:t>
            </w:r>
          </w:p>
        </w:tc>
        <w:tc>
          <w:tcPr>
            <w:tcW w:w="1950" w:type="dxa"/>
          </w:tcPr>
          <w:p w14:paraId="428E8F73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14:paraId="515E1189" w14:textId="77777777" w:rsidTr="007C6A1F">
        <w:trPr>
          <w:trHeight w:val="517"/>
        </w:trPr>
        <w:tc>
          <w:tcPr>
            <w:tcW w:w="1701" w:type="dxa"/>
          </w:tcPr>
          <w:p w14:paraId="1BBD6916" w14:textId="77777777"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C752DC2" w14:textId="77777777"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14:paraId="4669513B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14:paraId="014A2B45" w14:textId="77777777" w:rsidTr="001A1CFE">
        <w:tc>
          <w:tcPr>
            <w:tcW w:w="1701" w:type="dxa"/>
          </w:tcPr>
          <w:p w14:paraId="20D38B17" w14:textId="77777777"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E8BAE6B" w14:textId="77777777"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prog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14:paraId="7FAF407E" w14:textId="77777777" w:rsidR="007841FB" w:rsidRDefault="00ED1894" w:rsidP="00CF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894FD0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14:paraId="156AB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2F6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7684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B37F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14:paraId="3E661BCA" w14:textId="77777777" w:rsidTr="00C9281B">
        <w:tc>
          <w:tcPr>
            <w:tcW w:w="9747" w:type="dxa"/>
          </w:tcPr>
          <w:p w14:paraId="49402F5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81B" w:rsidRPr="009C54AE" w14:paraId="64EF9853" w14:textId="77777777" w:rsidTr="00C9281B">
        <w:tc>
          <w:tcPr>
            <w:tcW w:w="9747" w:type="dxa"/>
          </w:tcPr>
          <w:p w14:paraId="6E44EAC6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C9281B" w14:paraId="44E70163" w14:textId="77777777" w:rsidTr="00C9281B">
        <w:tc>
          <w:tcPr>
            <w:tcW w:w="9747" w:type="dxa"/>
          </w:tcPr>
          <w:p w14:paraId="56B3A5A8" w14:textId="77777777"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C9281B" w:rsidRPr="009C54AE" w14:paraId="737C5613" w14:textId="77777777" w:rsidTr="00C9281B">
        <w:tc>
          <w:tcPr>
            <w:tcW w:w="9747" w:type="dxa"/>
          </w:tcPr>
          <w:p w14:paraId="6D2D0742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C9281B" w:rsidRPr="009C54AE" w14:paraId="6BCA3CB1" w14:textId="77777777" w:rsidTr="00C9281B">
        <w:tc>
          <w:tcPr>
            <w:tcW w:w="9747" w:type="dxa"/>
          </w:tcPr>
          <w:p w14:paraId="03FF14B6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C9281B" w:rsidRPr="009C54AE" w14:paraId="08332AAF" w14:textId="77777777" w:rsidTr="00C9281B">
        <w:tc>
          <w:tcPr>
            <w:tcW w:w="9747" w:type="dxa"/>
          </w:tcPr>
          <w:p w14:paraId="48874371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C9281B" w14:paraId="4B3B7B25" w14:textId="77777777" w:rsidTr="00C9281B">
        <w:tc>
          <w:tcPr>
            <w:tcW w:w="9747" w:type="dxa"/>
          </w:tcPr>
          <w:p w14:paraId="2DF92CE1" w14:textId="77777777"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pracy.</w:t>
            </w:r>
          </w:p>
        </w:tc>
      </w:tr>
    </w:tbl>
    <w:p w14:paraId="43F0184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DF38F9" w14:textId="77777777"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A998D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DA7BE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14:paraId="7C2C49A1" w14:textId="77777777" w:rsidTr="00222A4B">
        <w:tc>
          <w:tcPr>
            <w:tcW w:w="9783" w:type="dxa"/>
          </w:tcPr>
          <w:p w14:paraId="7BD02BC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2F43EB4" w14:textId="77777777" w:rsidTr="00222A4B">
        <w:tc>
          <w:tcPr>
            <w:tcW w:w="9783" w:type="dxa"/>
          </w:tcPr>
          <w:p w14:paraId="4A11ABAF" w14:textId="77777777"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4FA3A2B" w14:textId="77777777" w:rsidTr="00222A4B">
        <w:tc>
          <w:tcPr>
            <w:tcW w:w="9783" w:type="dxa"/>
          </w:tcPr>
          <w:p w14:paraId="0F1648F9" w14:textId="77777777"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85747A" w:rsidRPr="009C54AE" w14:paraId="1B4415C1" w14:textId="77777777" w:rsidTr="00222A4B">
        <w:tc>
          <w:tcPr>
            <w:tcW w:w="9783" w:type="dxa"/>
          </w:tcPr>
          <w:p w14:paraId="6E9668EC" w14:textId="77777777"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14:paraId="01020DCE" w14:textId="77777777" w:rsidTr="00222A4B">
        <w:tc>
          <w:tcPr>
            <w:tcW w:w="9783" w:type="dxa"/>
          </w:tcPr>
          <w:p w14:paraId="1E0355DF" w14:textId="77777777" w:rsidR="00222A4B" w:rsidRPr="00C8327D" w:rsidRDefault="00C9281B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Analiza,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915458">
              <w:rPr>
                <w:rFonts w:ascii="Corbel" w:hAnsi="Corbel"/>
                <w:sz w:val="24"/>
                <w:szCs w:val="24"/>
              </w:rPr>
              <w:t>przez MEN do realizacji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w  przedszkolu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22A4B" w14:paraId="50C7C33C" w14:textId="77777777" w:rsidTr="00222A4B">
        <w:tc>
          <w:tcPr>
            <w:tcW w:w="9783" w:type="dxa"/>
          </w:tcPr>
          <w:p w14:paraId="46D83761" w14:textId="77777777"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C9281B">
              <w:rPr>
                <w:rFonts w:ascii="Corbel" w:hAnsi="Corbel"/>
                <w:sz w:val="24"/>
                <w:szCs w:val="24"/>
              </w:rPr>
              <w:t>K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14:paraId="6FD17022" w14:textId="77777777"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14:paraId="142C7C22" w14:textId="77777777" w:rsidTr="00222A4B">
        <w:tc>
          <w:tcPr>
            <w:tcW w:w="9783" w:type="dxa"/>
          </w:tcPr>
          <w:p w14:paraId="1A99AA71" w14:textId="77777777"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09A2D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471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C05A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DB326" w14:textId="77777777"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54DE7D83" w14:textId="77777777"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14:paraId="7681FA1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63DC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05A7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000C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14:paraId="0DAC70DC" w14:textId="77777777" w:rsidTr="00C947B7">
        <w:tc>
          <w:tcPr>
            <w:tcW w:w="1985" w:type="dxa"/>
          </w:tcPr>
          <w:p w14:paraId="21E479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14:paraId="552578E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9BCB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14:paraId="08CF2D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10AC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327D" w14:paraId="469345AE" w14:textId="77777777" w:rsidTr="00C947B7">
        <w:tc>
          <w:tcPr>
            <w:tcW w:w="1985" w:type="dxa"/>
          </w:tcPr>
          <w:p w14:paraId="2B7273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0C3E036" w14:textId="77777777" w:rsidR="0085747A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egzamin, program autorski</w:t>
            </w:r>
          </w:p>
        </w:tc>
        <w:tc>
          <w:tcPr>
            <w:tcW w:w="2270" w:type="dxa"/>
          </w:tcPr>
          <w:p w14:paraId="557D64DD" w14:textId="77777777"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14:paraId="5C2DFB16" w14:textId="77777777" w:rsidTr="00C947B7">
        <w:tc>
          <w:tcPr>
            <w:tcW w:w="1985" w:type="dxa"/>
          </w:tcPr>
          <w:p w14:paraId="1AE504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EE75F66" w14:textId="77777777" w:rsidR="0085747A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C9281B"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6D43C6C9" w14:textId="77777777"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14:paraId="441FC237" w14:textId="77777777" w:rsidTr="00C947B7">
        <w:tc>
          <w:tcPr>
            <w:tcW w:w="1985" w:type="dxa"/>
          </w:tcPr>
          <w:p w14:paraId="6B0674C0" w14:textId="77777777"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1B9C9F5" w14:textId="77777777"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7F859E88" w14:textId="77777777"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14:paraId="0F25C6B2" w14:textId="77777777" w:rsidTr="00C947B7">
        <w:tc>
          <w:tcPr>
            <w:tcW w:w="1985" w:type="dxa"/>
          </w:tcPr>
          <w:p w14:paraId="116A86BC" w14:textId="77777777"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EBF8A1A" w14:textId="77777777"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5521DCF0" w14:textId="77777777"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744568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87E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D0CEE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66CF6A" w14:textId="77777777" w:rsidTr="00923D7D">
        <w:tc>
          <w:tcPr>
            <w:tcW w:w="9670" w:type="dxa"/>
          </w:tcPr>
          <w:p w14:paraId="509DF903" w14:textId="77777777" w:rsidR="0085747A" w:rsidRPr="009C54AE" w:rsidRDefault="002C2E8D" w:rsidP="00956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 i aktywny udział w zajęciach, pozy</w:t>
            </w:r>
            <w:r w:rsidR="00C9281B">
              <w:rPr>
                <w:rFonts w:ascii="Corbel" w:hAnsi="Corbel"/>
                <w:b w:val="0"/>
                <w:smallCaps w:val="0"/>
                <w:szCs w:val="24"/>
              </w:rPr>
              <w:t>tywna ocena z programu autorskiego i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E300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3FB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835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AA744B" w14:textId="77777777" w:rsidTr="003E1941">
        <w:tc>
          <w:tcPr>
            <w:tcW w:w="4962" w:type="dxa"/>
            <w:vAlign w:val="center"/>
          </w:tcPr>
          <w:p w14:paraId="0116D2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9351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CB64BB" w14:textId="77777777" w:rsidTr="00923D7D">
        <w:tc>
          <w:tcPr>
            <w:tcW w:w="4962" w:type="dxa"/>
          </w:tcPr>
          <w:p w14:paraId="173C29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12EAEC" w14:textId="77777777"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D795975" w14:textId="77777777" w:rsidTr="00923D7D">
        <w:tc>
          <w:tcPr>
            <w:tcW w:w="4962" w:type="dxa"/>
          </w:tcPr>
          <w:p w14:paraId="0FE443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30469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B441228" w14:textId="77777777"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508124" w14:textId="77777777" w:rsidTr="00923D7D">
        <w:tc>
          <w:tcPr>
            <w:tcW w:w="4962" w:type="dxa"/>
          </w:tcPr>
          <w:p w14:paraId="5369979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E8B37A" w14:textId="77777777" w:rsidR="00C61DC5" w:rsidRPr="009C54AE" w:rsidRDefault="00C61DC5" w:rsidP="007558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755837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3A1754" w14:textId="77777777"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9DBA58" w14:textId="77777777"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F02B117" w14:textId="77777777"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113</w:t>
            </w:r>
          </w:p>
        </w:tc>
      </w:tr>
      <w:tr w:rsidR="0085747A" w:rsidRPr="009C54AE" w14:paraId="21F4B87E" w14:textId="77777777" w:rsidTr="00923D7D">
        <w:tc>
          <w:tcPr>
            <w:tcW w:w="4962" w:type="dxa"/>
          </w:tcPr>
          <w:p w14:paraId="3C772E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9F83B" w14:textId="77777777"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1FAC8D" w14:textId="77777777" w:rsidTr="00923D7D">
        <w:tc>
          <w:tcPr>
            <w:tcW w:w="4962" w:type="dxa"/>
          </w:tcPr>
          <w:p w14:paraId="445671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C9B54" w14:textId="77777777"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52B58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E327C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96D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69FB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3B96952" w14:textId="77777777" w:rsidTr="0071620A">
        <w:trPr>
          <w:trHeight w:val="397"/>
        </w:trPr>
        <w:tc>
          <w:tcPr>
            <w:tcW w:w="3544" w:type="dxa"/>
          </w:tcPr>
          <w:p w14:paraId="74DD56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55415C" w14:textId="77777777"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2D948407" w14:textId="77777777" w:rsidTr="0071620A">
        <w:trPr>
          <w:trHeight w:val="397"/>
        </w:trPr>
        <w:tc>
          <w:tcPr>
            <w:tcW w:w="3544" w:type="dxa"/>
          </w:tcPr>
          <w:p w14:paraId="5B0A55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712490" w14:textId="77777777"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599C09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EDFC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5B13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32429" w:rsidRPr="009C54AE" w14:paraId="0777D16D" w14:textId="77777777" w:rsidTr="0071620A">
        <w:trPr>
          <w:trHeight w:val="397"/>
        </w:trPr>
        <w:tc>
          <w:tcPr>
            <w:tcW w:w="7513" w:type="dxa"/>
          </w:tcPr>
          <w:p w14:paraId="3D0549C3" w14:textId="77777777"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EB9FC6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14:paraId="005D31EB" w14:textId="77777777" w:rsidR="00B32429" w:rsidRPr="0050096B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14:paraId="1250C6B0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3FE2F7E6" w14:textId="77777777"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Ornstein A., Program szkolny. Założenia, zasady, problematyka, Warszawa 1998. </w:t>
            </w:r>
          </w:p>
          <w:p w14:paraId="014D0FFA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046A9236" w14:textId="77777777"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B32429" w:rsidRPr="009C54AE" w14:paraId="0CE4A13E" w14:textId="77777777" w:rsidTr="0071620A">
        <w:trPr>
          <w:trHeight w:val="397"/>
        </w:trPr>
        <w:tc>
          <w:tcPr>
            <w:tcW w:w="7513" w:type="dxa"/>
          </w:tcPr>
          <w:p w14:paraId="1AA9FD3A" w14:textId="77777777"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645E3D" w14:textId="77777777"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538010B9" w14:textId="77777777" w:rsidR="00B32429" w:rsidRPr="00BC3BC8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14:paraId="730E6EF0" w14:textId="77777777"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0BC2E886" w14:textId="77777777" w:rsidR="00B32429" w:rsidRPr="00DA3073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4F5F0F8E" w14:textId="77777777" w:rsidR="00B32429" w:rsidRPr="00F76273" w:rsidRDefault="00B32429" w:rsidP="00B32429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0A75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3D4A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69DC6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AF0A3" w14:textId="77777777" w:rsidR="00701212" w:rsidRDefault="00701212" w:rsidP="00C16ABF">
      <w:pPr>
        <w:spacing w:after="0" w:line="240" w:lineRule="auto"/>
      </w:pPr>
      <w:r>
        <w:separator/>
      </w:r>
    </w:p>
  </w:endnote>
  <w:endnote w:type="continuationSeparator" w:id="0">
    <w:p w14:paraId="11C98C9A" w14:textId="77777777" w:rsidR="00701212" w:rsidRDefault="007012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4B75C" w14:textId="77777777" w:rsidR="00701212" w:rsidRDefault="00701212" w:rsidP="00C16ABF">
      <w:pPr>
        <w:spacing w:after="0" w:line="240" w:lineRule="auto"/>
      </w:pPr>
      <w:r>
        <w:separator/>
      </w:r>
    </w:p>
  </w:footnote>
  <w:footnote w:type="continuationSeparator" w:id="0">
    <w:p w14:paraId="619FE1F9" w14:textId="77777777" w:rsidR="00701212" w:rsidRDefault="00701212" w:rsidP="00C16ABF">
      <w:pPr>
        <w:spacing w:after="0" w:line="240" w:lineRule="auto"/>
      </w:pPr>
      <w:r>
        <w:continuationSeparator/>
      </w:r>
    </w:p>
  </w:footnote>
  <w:footnote w:id="1">
    <w:p w14:paraId="4FDA27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A5476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63690"/>
    <w:rsid w:val="001640A7"/>
    <w:rsid w:val="00164FA7"/>
    <w:rsid w:val="00166A03"/>
    <w:rsid w:val="001718A7"/>
    <w:rsid w:val="001737CF"/>
    <w:rsid w:val="00176083"/>
    <w:rsid w:val="00184CE7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54E9"/>
    <w:rsid w:val="002278A9"/>
    <w:rsid w:val="00231962"/>
    <w:rsid w:val="002336F9"/>
    <w:rsid w:val="0024028F"/>
    <w:rsid w:val="00244ABC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F02A3"/>
    <w:rsid w:val="002F2022"/>
    <w:rsid w:val="002F4ABE"/>
    <w:rsid w:val="003018BA"/>
    <w:rsid w:val="0030395F"/>
    <w:rsid w:val="00305C92"/>
    <w:rsid w:val="003151C5"/>
    <w:rsid w:val="003223C8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85C12"/>
    <w:rsid w:val="003A0A5B"/>
    <w:rsid w:val="003A1176"/>
    <w:rsid w:val="003A2CB6"/>
    <w:rsid w:val="003C0BAE"/>
    <w:rsid w:val="003C4A0F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1212"/>
    <w:rsid w:val="00706544"/>
    <w:rsid w:val="007072BA"/>
    <w:rsid w:val="0071620A"/>
    <w:rsid w:val="00724677"/>
    <w:rsid w:val="00725459"/>
    <w:rsid w:val="007327BD"/>
    <w:rsid w:val="00734608"/>
    <w:rsid w:val="00735C1B"/>
    <w:rsid w:val="00745302"/>
    <w:rsid w:val="007461D6"/>
    <w:rsid w:val="00746EC8"/>
    <w:rsid w:val="00754D81"/>
    <w:rsid w:val="00755837"/>
    <w:rsid w:val="00757580"/>
    <w:rsid w:val="00763BF1"/>
    <w:rsid w:val="00766FD4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F36E5"/>
    <w:rsid w:val="007F4155"/>
    <w:rsid w:val="0081554D"/>
    <w:rsid w:val="0081707E"/>
    <w:rsid w:val="00834ECF"/>
    <w:rsid w:val="00842E2A"/>
    <w:rsid w:val="008449B3"/>
    <w:rsid w:val="0085747A"/>
    <w:rsid w:val="0086697F"/>
    <w:rsid w:val="00881351"/>
    <w:rsid w:val="00881563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12C9"/>
    <w:rsid w:val="008F6E29"/>
    <w:rsid w:val="00901AF5"/>
    <w:rsid w:val="00915458"/>
    <w:rsid w:val="00915E98"/>
    <w:rsid w:val="00916188"/>
    <w:rsid w:val="00923D7D"/>
    <w:rsid w:val="00950747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D7A8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E0F"/>
    <w:rsid w:val="00A4382A"/>
    <w:rsid w:val="00A43BF6"/>
    <w:rsid w:val="00A53FA5"/>
    <w:rsid w:val="00A54817"/>
    <w:rsid w:val="00A601C8"/>
    <w:rsid w:val="00A60799"/>
    <w:rsid w:val="00A75563"/>
    <w:rsid w:val="00A77C4E"/>
    <w:rsid w:val="00A84C85"/>
    <w:rsid w:val="00A9116A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440F"/>
    <w:rsid w:val="00B06142"/>
    <w:rsid w:val="00B123DD"/>
    <w:rsid w:val="00B135B1"/>
    <w:rsid w:val="00B3130B"/>
    <w:rsid w:val="00B3242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AC"/>
    <w:rsid w:val="00B90885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56D8"/>
    <w:rsid w:val="00C26CB7"/>
    <w:rsid w:val="00C324C1"/>
    <w:rsid w:val="00C3641A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281B"/>
    <w:rsid w:val="00C947B7"/>
    <w:rsid w:val="00C94B98"/>
    <w:rsid w:val="00CA2B96"/>
    <w:rsid w:val="00CA5089"/>
    <w:rsid w:val="00CA5DDE"/>
    <w:rsid w:val="00CB46CD"/>
    <w:rsid w:val="00CD6897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D6515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D824"/>
  <w15:docId w15:val="{E1A89CFF-E17A-40E9-A2A4-1B532E60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3350F-7FD6-40AC-B4AD-A196D705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2024-10-06T08:58:00Z</dcterms:created>
  <dcterms:modified xsi:type="dcterms:W3CDTF">2024-10-07T06:14:00Z</dcterms:modified>
</cp:coreProperties>
</file>